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02091" w14:textId="2E28695E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4D8BB810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</w:t>
      </w:r>
      <w:proofErr w:type="spellStart"/>
      <w:r w:rsidRPr="00917C31">
        <w:rPr>
          <w:rFonts w:eastAsia="Times New Roman" w:cs="Calibri"/>
          <w:b/>
        </w:rPr>
        <w:t>Pzp</w:t>
      </w:r>
      <w:proofErr w:type="spellEnd"/>
      <w:r w:rsidRPr="00917C31">
        <w:rPr>
          <w:rFonts w:eastAsia="Times New Roman" w:cs="Calibri"/>
          <w:b/>
        </w:rPr>
        <w:t xml:space="preserve">, </w:t>
      </w:r>
    </w:p>
    <w:p w14:paraId="3F9FFC30" w14:textId="14703839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3837B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3/2026</w:t>
      </w:r>
    </w:p>
    <w:p w14:paraId="46366EF8" w14:textId="77777777" w:rsidR="00984AC6" w:rsidRDefault="00984AC6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2977164E" w:rsidR="00C42DF2" w:rsidRPr="00917C31" w:rsidRDefault="003837B3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  <w:r w:rsidRPr="003837B3">
        <w:rPr>
          <w:rFonts w:asciiTheme="minorHAnsi" w:hAnsiTheme="minorHAnsi" w:cstheme="minorHAnsi"/>
          <w:b/>
        </w:rPr>
        <w:t>Budowa Centrum Opiekuńczo Mieszkalnego w Myślenicach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210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5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3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7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0E891D" w14:textId="77777777" w:rsidR="00995044" w:rsidRPr="00F33FCE" w:rsidRDefault="00995044" w:rsidP="00995044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4CAF03BD" w14:textId="599342FA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zawarcie umowy prowadzonego w trybie </w:t>
      </w:r>
      <w:r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712F3A35" w14:textId="77777777" w:rsidR="00995044" w:rsidRPr="00F33FCE" w:rsidRDefault="00995044" w:rsidP="00995044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3BD8E73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0B2AC21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>
        <w:rPr>
          <w:rFonts w:asciiTheme="minorHAnsi" w:eastAsia="Times New Roman" w:hAnsiTheme="minorHAnsi" w:cstheme="minorHAnsi"/>
        </w:rPr>
        <w:t>SWZ</w:t>
      </w:r>
    </w:p>
    <w:p w14:paraId="026473B4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4CAB94D7" w14:textId="77777777" w:rsidR="00192BC2" w:rsidRDefault="00995044" w:rsidP="00192BC2">
      <w:pPr>
        <w:spacing w:before="60" w:after="120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b/>
          <w:i/>
        </w:rPr>
        <w:t>Zdolność techniczna lub zawodowa</w:t>
      </w:r>
      <w:r w:rsidR="00192BC2">
        <w:rPr>
          <w:rFonts w:asciiTheme="minorHAnsi" w:eastAsia="Times New Roman" w:hAnsiTheme="minorHAnsi" w:cstheme="minorHAnsi"/>
          <w:b/>
          <w:i/>
        </w:rPr>
        <w:t xml:space="preserve"> </w:t>
      </w:r>
    </w:p>
    <w:p w14:paraId="5176D0EC" w14:textId="7E165121" w:rsidR="00312662" w:rsidRPr="00312662" w:rsidRDefault="008D50A0" w:rsidP="00312662">
      <w:pPr>
        <w:pStyle w:val="Akapitzlist"/>
        <w:numPr>
          <w:ilvl w:val="0"/>
          <w:numId w:val="8"/>
        </w:numPr>
        <w:spacing w:before="60" w:after="120"/>
        <w:jc w:val="both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 </w:t>
      </w:r>
      <w:r w:rsidR="00312662" w:rsidRPr="00312662">
        <w:rPr>
          <w:rFonts w:eastAsia="Times New Roman" w:cs="Calibri"/>
          <w:i/>
          <w:lang w:eastAsia="pl-PL"/>
        </w:rPr>
        <w:t xml:space="preserve">dysponuje  co najmniej jedną osobą, która będzie pełnić funkcję kierownika budowy posiadającą  uprawnienia budowlane do pełnienia samodzielnych funkcji technicznych w budownictwie określone przepisami Prawa budowlanego oraz doświadczenie w kierowaniu robotami budowlanymi. </w:t>
      </w:r>
    </w:p>
    <w:p w14:paraId="6B12BF44" w14:textId="1E7D15F5" w:rsidR="00312662" w:rsidRPr="00312662" w:rsidRDefault="00312662" w:rsidP="00312662">
      <w:pPr>
        <w:spacing w:before="60" w:after="120"/>
        <w:ind w:left="1134"/>
        <w:jc w:val="both"/>
        <w:rPr>
          <w:rFonts w:eastAsia="Times New Roman" w:cs="Calibri"/>
          <w:i/>
          <w:lang w:eastAsia="pl-PL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2515"/>
        <w:gridCol w:w="3123"/>
        <w:gridCol w:w="2394"/>
      </w:tblGrid>
      <w:tr w:rsidR="00312662" w:rsidRPr="00067E5D" w14:paraId="556F6766" w14:textId="2094808A" w:rsidTr="00312662">
        <w:trPr>
          <w:trHeight w:val="126"/>
        </w:trPr>
        <w:tc>
          <w:tcPr>
            <w:tcW w:w="2150" w:type="dxa"/>
          </w:tcPr>
          <w:p w14:paraId="49F60CC8" w14:textId="77777777" w:rsidR="00312662" w:rsidRPr="00067E5D" w:rsidRDefault="00312662" w:rsidP="00D632F1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Imię i nazwisko</w:t>
            </w:r>
          </w:p>
        </w:tc>
        <w:tc>
          <w:tcPr>
            <w:tcW w:w="2515" w:type="dxa"/>
          </w:tcPr>
          <w:p w14:paraId="7F5526D9" w14:textId="77777777" w:rsidR="00312662" w:rsidRPr="00067E5D" w:rsidRDefault="00312662" w:rsidP="00D632F1">
            <w:pPr>
              <w:pStyle w:val="Akapitzlist"/>
              <w:ind w:left="17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Funkcja planowana do powierzenia przy realizacji zamówienia</w:t>
            </w:r>
          </w:p>
        </w:tc>
        <w:tc>
          <w:tcPr>
            <w:tcW w:w="3123" w:type="dxa"/>
          </w:tcPr>
          <w:p w14:paraId="00C05D01" w14:textId="77777777" w:rsidR="00312662" w:rsidRPr="00067E5D" w:rsidRDefault="00312662" w:rsidP="00D632F1">
            <w:pPr>
              <w:pStyle w:val="Akapitzlist"/>
              <w:ind w:left="71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Rodzaj uprawnieniń (podać w szczególności nr i rodzaj uprawnień)</w:t>
            </w:r>
          </w:p>
        </w:tc>
        <w:tc>
          <w:tcPr>
            <w:tcW w:w="2394" w:type="dxa"/>
          </w:tcPr>
          <w:p w14:paraId="7C13F982" w14:textId="3E880BA8" w:rsidR="00312662" w:rsidRPr="00067E5D" w:rsidRDefault="00312662" w:rsidP="00D632F1">
            <w:pPr>
              <w:pStyle w:val="Akapitzlist"/>
              <w:ind w:left="6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Doświadczenie (opisać)</w:t>
            </w:r>
          </w:p>
        </w:tc>
      </w:tr>
      <w:tr w:rsidR="00312662" w:rsidRPr="00067E5D" w14:paraId="34BD29BE" w14:textId="2557E617" w:rsidTr="00312662">
        <w:trPr>
          <w:trHeight w:val="131"/>
        </w:trPr>
        <w:tc>
          <w:tcPr>
            <w:tcW w:w="2150" w:type="dxa"/>
          </w:tcPr>
          <w:p w14:paraId="2DDE9949" w14:textId="77777777" w:rsidR="00312662" w:rsidRPr="00067E5D" w:rsidRDefault="00312662" w:rsidP="00D632F1">
            <w:pPr>
              <w:pStyle w:val="Akapitzlist"/>
              <w:ind w:left="53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515" w:type="dxa"/>
          </w:tcPr>
          <w:p w14:paraId="4FAB4835" w14:textId="28F65374" w:rsidR="00312662" w:rsidRPr="00067E5D" w:rsidRDefault="008D50A0" w:rsidP="00D632F1">
            <w:pPr>
              <w:pStyle w:val="Akapitzlist"/>
              <w:ind w:left="172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Kierownik budowy</w:t>
            </w:r>
          </w:p>
        </w:tc>
        <w:tc>
          <w:tcPr>
            <w:tcW w:w="3123" w:type="dxa"/>
          </w:tcPr>
          <w:p w14:paraId="78FDE60D" w14:textId="77777777" w:rsidR="00312662" w:rsidRPr="00067E5D" w:rsidRDefault="00312662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94" w:type="dxa"/>
          </w:tcPr>
          <w:p w14:paraId="3822CF8E" w14:textId="77777777" w:rsidR="00312662" w:rsidRPr="00067E5D" w:rsidRDefault="00312662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</w:tbl>
    <w:p w14:paraId="59FA42B6" w14:textId="77777777" w:rsidR="00D72F5C" w:rsidRPr="00F33FCE" w:rsidRDefault="00D72F5C" w:rsidP="00995044">
      <w:pPr>
        <w:pStyle w:val="Akapitzlist"/>
        <w:spacing w:after="0" w:line="240" w:lineRule="auto"/>
        <w:ind w:left="502"/>
        <w:jc w:val="both"/>
        <w:rPr>
          <w:rFonts w:asciiTheme="minorHAnsi" w:eastAsia="Times New Roman" w:hAnsiTheme="minorHAnsi" w:cstheme="minorHAnsi"/>
          <w:i/>
        </w:rPr>
      </w:pPr>
    </w:p>
    <w:p w14:paraId="673198D0" w14:textId="77777777" w:rsidR="00995044" w:rsidRPr="00F33FCE" w:rsidRDefault="00995044" w:rsidP="00192BC2">
      <w:pPr>
        <w:spacing w:before="120" w:after="0" w:line="240" w:lineRule="auto"/>
        <w:ind w:left="720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108 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06552192" w14:textId="54CADBA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</w:t>
      </w:r>
      <w:proofErr w:type="spellStart"/>
      <w:r w:rsidR="00D72F5C">
        <w:rPr>
          <w:rFonts w:asciiTheme="minorHAnsi" w:eastAsia="Times New Roman" w:hAnsiTheme="minorHAnsi" w:cstheme="minorHAnsi"/>
        </w:rPr>
        <w:t>t.j</w:t>
      </w:r>
      <w:proofErr w:type="spellEnd"/>
      <w:r w:rsidR="00D72F5C">
        <w:rPr>
          <w:rFonts w:asciiTheme="minorHAnsi" w:eastAsia="Times New Roman" w:hAnsiTheme="minorHAnsi" w:cstheme="minorHAnsi"/>
        </w:rPr>
        <w:t xml:space="preserve">. </w:t>
      </w:r>
      <w:r w:rsidRPr="003D33F7">
        <w:rPr>
          <w:rFonts w:asciiTheme="minorHAnsi" w:eastAsia="Times New Roman" w:hAnsiTheme="minorHAnsi" w:cstheme="minorHAnsi"/>
        </w:rPr>
        <w:t>Dz.U. z 202</w:t>
      </w:r>
      <w:r w:rsidR="00D72F5C">
        <w:rPr>
          <w:rFonts w:asciiTheme="minorHAnsi" w:eastAsia="Times New Roman" w:hAnsiTheme="minorHAnsi" w:cstheme="minorHAnsi"/>
        </w:rPr>
        <w:t>3</w:t>
      </w:r>
      <w:r w:rsidRPr="003D33F7">
        <w:rPr>
          <w:rFonts w:asciiTheme="minorHAnsi" w:eastAsia="Times New Roman" w:hAnsiTheme="minorHAnsi" w:cstheme="minorHAnsi"/>
        </w:rPr>
        <w:t xml:space="preserve"> r. poz. </w:t>
      </w:r>
      <w:r w:rsidR="00D72F5C">
        <w:rPr>
          <w:rFonts w:asciiTheme="minorHAnsi" w:eastAsia="Times New Roman" w:hAnsiTheme="minorHAnsi" w:cstheme="minorHAnsi"/>
        </w:rPr>
        <w:t>1497</w:t>
      </w:r>
      <w:r w:rsidRPr="003D33F7">
        <w:rPr>
          <w:rFonts w:asciiTheme="minorHAnsi" w:eastAsia="Times New Roman" w:hAnsiTheme="minorHAnsi" w:cstheme="minorHAnsi"/>
        </w:rPr>
        <w:t>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108 ust. 1 pkt ….. . Jednocześnie przedstawiam dowody, że w związku z ww. okolicznością, na podstawie art. 110 ust. 2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lastRenderedPageBreak/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8034592" w14:textId="677E64F2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95044" w:rsidRPr="00F33FCE" w:rsidSect="00BC621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9" w:right="849" w:bottom="709" w:left="709" w:header="142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5E56D" w14:textId="77777777" w:rsidR="002F68D5" w:rsidRDefault="002F68D5" w:rsidP="00065A38">
      <w:pPr>
        <w:spacing w:after="0" w:line="240" w:lineRule="auto"/>
      </w:pPr>
      <w:r>
        <w:separator/>
      </w:r>
    </w:p>
  </w:endnote>
  <w:endnote w:type="continuationSeparator" w:id="0">
    <w:p w14:paraId="7F0E913F" w14:textId="77777777" w:rsidR="002F68D5" w:rsidRDefault="002F68D5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59B1" w14:textId="77777777" w:rsidR="007C1C19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7C1C19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A35B" w14:textId="77777777" w:rsidR="007C1C19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7C1C19" w:rsidRDefault="007C1C19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9370" w14:textId="77777777" w:rsidR="007C1C19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7C1C19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EE46A" w14:textId="77777777" w:rsidR="002F68D5" w:rsidRDefault="002F68D5" w:rsidP="00065A38">
      <w:pPr>
        <w:spacing w:after="0" w:line="240" w:lineRule="auto"/>
      </w:pPr>
      <w:r>
        <w:separator/>
      </w:r>
    </w:p>
  </w:footnote>
  <w:footnote w:type="continuationSeparator" w:id="0">
    <w:p w14:paraId="03C036E7" w14:textId="77777777" w:rsidR="002F68D5" w:rsidRDefault="002F68D5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682EF" w14:textId="278BCE66" w:rsidR="00E14E1B" w:rsidRDefault="00BC621B" w:rsidP="00BC621B">
    <w:pPr>
      <w:pStyle w:val="Nagwek"/>
      <w:tabs>
        <w:tab w:val="clear" w:pos="4536"/>
        <w:tab w:val="clear" w:pos="9072"/>
        <w:tab w:val="left" w:pos="4511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3EBA33AF" w14:textId="427B363E" w:rsidR="00D632F1" w:rsidRDefault="00D632F1" w:rsidP="000A30DF">
    <w:pPr>
      <w:pStyle w:val="Nagwek"/>
      <w:rPr>
        <w:sz w:val="18"/>
        <w:szCs w:val="18"/>
      </w:rPr>
    </w:pPr>
  </w:p>
  <w:p w14:paraId="06FFE874" w14:textId="77777777" w:rsidR="00D632F1" w:rsidRDefault="00D632F1" w:rsidP="000A30DF">
    <w:pPr>
      <w:pStyle w:val="Nagwek"/>
      <w:rPr>
        <w:sz w:val="18"/>
        <w:szCs w:val="18"/>
      </w:rPr>
    </w:pPr>
  </w:p>
  <w:p w14:paraId="71265218" w14:textId="085D8690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53CD0"/>
    <w:multiLevelType w:val="hybridMultilevel"/>
    <w:tmpl w:val="A06CEC1E"/>
    <w:lvl w:ilvl="0" w:tplc="DE46E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97296797">
    <w:abstractNumId w:val="3"/>
  </w:num>
  <w:num w:numId="2" w16cid:durableId="1478646895">
    <w:abstractNumId w:val="7"/>
  </w:num>
  <w:num w:numId="3" w16cid:durableId="20853774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7514606">
    <w:abstractNumId w:val="0"/>
  </w:num>
  <w:num w:numId="5" w16cid:durableId="1613434932">
    <w:abstractNumId w:val="9"/>
  </w:num>
  <w:num w:numId="6" w16cid:durableId="477765357">
    <w:abstractNumId w:val="6"/>
  </w:num>
  <w:num w:numId="7" w16cid:durableId="1691175686">
    <w:abstractNumId w:val="5"/>
  </w:num>
  <w:num w:numId="8" w16cid:durableId="329529023">
    <w:abstractNumId w:val="10"/>
  </w:num>
  <w:num w:numId="9" w16cid:durableId="692264902">
    <w:abstractNumId w:val="2"/>
  </w:num>
  <w:num w:numId="10" w16cid:durableId="1989281427">
    <w:abstractNumId w:val="1"/>
  </w:num>
  <w:num w:numId="11" w16cid:durableId="1934122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0746F"/>
    <w:rsid w:val="000113B6"/>
    <w:rsid w:val="00026EC3"/>
    <w:rsid w:val="00052365"/>
    <w:rsid w:val="000635C4"/>
    <w:rsid w:val="00065A38"/>
    <w:rsid w:val="00067E5D"/>
    <w:rsid w:val="000A30DF"/>
    <w:rsid w:val="000B1287"/>
    <w:rsid w:val="000C6DD5"/>
    <w:rsid w:val="000F775A"/>
    <w:rsid w:val="0014445D"/>
    <w:rsid w:val="001447CC"/>
    <w:rsid w:val="00160A44"/>
    <w:rsid w:val="00192BC2"/>
    <w:rsid w:val="001C179B"/>
    <w:rsid w:val="001C328E"/>
    <w:rsid w:val="001E38BE"/>
    <w:rsid w:val="001F6485"/>
    <w:rsid w:val="002078C4"/>
    <w:rsid w:val="00230FCA"/>
    <w:rsid w:val="00254864"/>
    <w:rsid w:val="002568E6"/>
    <w:rsid w:val="00270A94"/>
    <w:rsid w:val="0028370C"/>
    <w:rsid w:val="00283D90"/>
    <w:rsid w:val="002A45B0"/>
    <w:rsid w:val="002D65D2"/>
    <w:rsid w:val="002F68D5"/>
    <w:rsid w:val="00304C9E"/>
    <w:rsid w:val="00312662"/>
    <w:rsid w:val="003837B3"/>
    <w:rsid w:val="00397968"/>
    <w:rsid w:val="003A3D8D"/>
    <w:rsid w:val="003A516E"/>
    <w:rsid w:val="003C2C02"/>
    <w:rsid w:val="003C325C"/>
    <w:rsid w:val="003D33F7"/>
    <w:rsid w:val="00484D52"/>
    <w:rsid w:val="00492E28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1643F"/>
    <w:rsid w:val="00627AA6"/>
    <w:rsid w:val="00634DAB"/>
    <w:rsid w:val="00644ADC"/>
    <w:rsid w:val="006616A5"/>
    <w:rsid w:val="0069248A"/>
    <w:rsid w:val="006A292F"/>
    <w:rsid w:val="006D4454"/>
    <w:rsid w:val="006D4E1B"/>
    <w:rsid w:val="006D5B2D"/>
    <w:rsid w:val="006E31FA"/>
    <w:rsid w:val="00722C55"/>
    <w:rsid w:val="007915C6"/>
    <w:rsid w:val="007A5099"/>
    <w:rsid w:val="007B6C5E"/>
    <w:rsid w:val="007C1C19"/>
    <w:rsid w:val="007D5176"/>
    <w:rsid w:val="007E465C"/>
    <w:rsid w:val="007E5D4E"/>
    <w:rsid w:val="00850405"/>
    <w:rsid w:val="00856B83"/>
    <w:rsid w:val="0085762C"/>
    <w:rsid w:val="00871F04"/>
    <w:rsid w:val="008A27C8"/>
    <w:rsid w:val="008C2510"/>
    <w:rsid w:val="008D14E9"/>
    <w:rsid w:val="008D50A0"/>
    <w:rsid w:val="00904233"/>
    <w:rsid w:val="00930465"/>
    <w:rsid w:val="009353AB"/>
    <w:rsid w:val="00944DFA"/>
    <w:rsid w:val="009552E5"/>
    <w:rsid w:val="00984AC6"/>
    <w:rsid w:val="00995044"/>
    <w:rsid w:val="009B615D"/>
    <w:rsid w:val="009B6C1F"/>
    <w:rsid w:val="009C34EE"/>
    <w:rsid w:val="009C3515"/>
    <w:rsid w:val="00A24CB5"/>
    <w:rsid w:val="00A33FE5"/>
    <w:rsid w:val="00A4487E"/>
    <w:rsid w:val="00A744CB"/>
    <w:rsid w:val="00A8287F"/>
    <w:rsid w:val="00A83089"/>
    <w:rsid w:val="00A92781"/>
    <w:rsid w:val="00AC218D"/>
    <w:rsid w:val="00AD57C6"/>
    <w:rsid w:val="00B07F32"/>
    <w:rsid w:val="00B102D7"/>
    <w:rsid w:val="00B2729D"/>
    <w:rsid w:val="00B362A8"/>
    <w:rsid w:val="00B752C7"/>
    <w:rsid w:val="00B9051B"/>
    <w:rsid w:val="00B91B14"/>
    <w:rsid w:val="00BA73E7"/>
    <w:rsid w:val="00BC621B"/>
    <w:rsid w:val="00BE0FAC"/>
    <w:rsid w:val="00BE262F"/>
    <w:rsid w:val="00C300B9"/>
    <w:rsid w:val="00C33A86"/>
    <w:rsid w:val="00C42DF2"/>
    <w:rsid w:val="00C75E55"/>
    <w:rsid w:val="00C83B63"/>
    <w:rsid w:val="00CA7A7A"/>
    <w:rsid w:val="00CC46A4"/>
    <w:rsid w:val="00CD1F5B"/>
    <w:rsid w:val="00CD2BE3"/>
    <w:rsid w:val="00CF00B3"/>
    <w:rsid w:val="00D11A1A"/>
    <w:rsid w:val="00D15AAE"/>
    <w:rsid w:val="00D35C33"/>
    <w:rsid w:val="00D5678F"/>
    <w:rsid w:val="00D56F51"/>
    <w:rsid w:val="00D632F1"/>
    <w:rsid w:val="00D72F5C"/>
    <w:rsid w:val="00D83480"/>
    <w:rsid w:val="00D83B71"/>
    <w:rsid w:val="00DC17CB"/>
    <w:rsid w:val="00DC361F"/>
    <w:rsid w:val="00DD67D7"/>
    <w:rsid w:val="00DF46C4"/>
    <w:rsid w:val="00E14E1B"/>
    <w:rsid w:val="00E31EEC"/>
    <w:rsid w:val="00E81FC0"/>
    <w:rsid w:val="00F02DDF"/>
    <w:rsid w:val="00F33FCE"/>
    <w:rsid w:val="00F604BD"/>
    <w:rsid w:val="00F8731E"/>
    <w:rsid w:val="00FD2AA3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7</cp:revision>
  <dcterms:created xsi:type="dcterms:W3CDTF">2025-06-17T09:42:00Z</dcterms:created>
  <dcterms:modified xsi:type="dcterms:W3CDTF">2026-01-21T09:41:00Z</dcterms:modified>
</cp:coreProperties>
</file>